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A226F" w14:textId="77777777" w:rsidR="007D3463" w:rsidRDefault="00E87DC1">
      <w:pPr>
        <w:pStyle w:val="Heading2"/>
        <w:rPr>
          <w:rFonts w:ascii="Trebuchet MS" w:hAnsi="Trebuchet MS" w:cs="Arial"/>
          <w:i w:val="0"/>
          <w:iCs w:val="0"/>
          <w:smallCaps/>
          <w:sz w:val="20"/>
          <w:szCs w:val="20"/>
        </w:rPr>
      </w:pPr>
      <w:bookmarkStart w:id="0" w:name="_Hlk120642052"/>
      <w:r>
        <w:rPr>
          <w:rFonts w:ascii="Trebuchet MS" w:hAnsi="Trebuchet MS" w:cs="Arial"/>
          <w:i w:val="0"/>
          <w:iCs w:val="0"/>
          <w:smallCaps/>
          <w:sz w:val="20"/>
          <w:szCs w:val="20"/>
        </w:rPr>
        <w:t xml:space="preserve"> </w:t>
      </w:r>
    </w:p>
    <w:p w14:paraId="07D7B439" w14:textId="77777777" w:rsidR="00033ED9" w:rsidRDefault="00033ED9">
      <w:pPr>
        <w:rPr>
          <w:b/>
          <w:u w:val="single"/>
        </w:rPr>
      </w:pPr>
    </w:p>
    <w:p w14:paraId="7929B583" w14:textId="77777777" w:rsidR="00033ED9" w:rsidRDefault="00033ED9">
      <w:pPr>
        <w:rPr>
          <w:b/>
          <w:u w:val="single"/>
        </w:rPr>
      </w:pPr>
    </w:p>
    <w:p w14:paraId="50255561" w14:textId="53A1F47F" w:rsidR="00316475" w:rsidRPr="0048444F" w:rsidRDefault="00E87DC1" w:rsidP="00316475">
      <w:pPr>
        <w:tabs>
          <w:tab w:val="left" w:pos="1380"/>
        </w:tabs>
        <w:rPr>
          <w:rFonts w:ascii="Garamond" w:hAnsi="Garamond" w:cs="Gautami"/>
          <w:b/>
        </w:rPr>
      </w:pPr>
      <w:r w:rsidRPr="0048444F">
        <w:rPr>
          <w:rFonts w:ascii="Garamond" w:hAnsi="Garamond" w:cs="Gautami"/>
          <w:b/>
          <w:color w:val="0000FF"/>
          <w:sz w:val="36"/>
          <w:szCs w:val="36"/>
        </w:rPr>
        <w:t>V</w:t>
      </w:r>
      <w:r w:rsidR="0001107E">
        <w:rPr>
          <w:rFonts w:ascii="Garamond" w:hAnsi="Garamond" w:cs="Gautami"/>
          <w:b/>
          <w:color w:val="0000FF"/>
          <w:sz w:val="36"/>
          <w:szCs w:val="36"/>
        </w:rPr>
        <w:t>ENKANNA</w:t>
      </w:r>
      <w:r w:rsidR="00604CEC">
        <w:rPr>
          <w:rFonts w:ascii="Garamond" w:hAnsi="Garamond" w:cs="Gautami"/>
          <w:b/>
          <w:color w:val="0000FF"/>
          <w:sz w:val="36"/>
          <w:szCs w:val="36"/>
        </w:rPr>
        <w:t>1</w:t>
      </w:r>
      <w:bookmarkStart w:id="1" w:name="_GoBack"/>
      <w:bookmarkEnd w:id="1"/>
      <w:r w:rsidRPr="0048444F">
        <w:rPr>
          <w:rFonts w:ascii="Garamond" w:hAnsi="Garamond" w:cs="Gautami"/>
          <w:b/>
          <w:sz w:val="36"/>
          <w:szCs w:val="36"/>
        </w:rPr>
        <w:t xml:space="preserve"> </w:t>
      </w:r>
      <w:r w:rsidRPr="0048444F">
        <w:rPr>
          <w:rFonts w:ascii="Garamond" w:hAnsi="Garamond" w:cs="Gautami"/>
          <w:b/>
        </w:rPr>
        <w:t xml:space="preserve">    </w:t>
      </w:r>
      <w:r w:rsidRPr="0048444F">
        <w:rPr>
          <w:rFonts w:ascii="Garamond" w:hAnsi="Garamond" w:cs="Gautami"/>
          <w:b/>
        </w:rPr>
        <w:tab/>
        <w:t xml:space="preserve">         </w:t>
      </w:r>
      <w:r>
        <w:rPr>
          <w:rFonts w:ascii="Garamond" w:hAnsi="Garamond" w:cs="Gautami"/>
          <w:b/>
        </w:rPr>
        <w:tab/>
      </w:r>
      <w:r w:rsidR="0001107E">
        <w:rPr>
          <w:rFonts w:ascii="Garamond" w:hAnsi="Garamond" w:cs="Gautami"/>
          <w:b/>
        </w:rPr>
        <w:t xml:space="preserve">           </w:t>
      </w:r>
      <w:r>
        <w:rPr>
          <w:rFonts w:ascii="Garamond" w:hAnsi="Garamond" w:cs="Gautami"/>
          <w:b/>
        </w:rPr>
        <w:t xml:space="preserve"> </w:t>
      </w:r>
      <w:r w:rsidRPr="0048444F">
        <w:rPr>
          <w:rFonts w:ascii="Garamond" w:hAnsi="Garamond" w:cs="Gautami"/>
          <w:b/>
        </w:rPr>
        <w:t xml:space="preserve">Email Id: </w:t>
      </w:r>
      <w:r w:rsidR="00EB7B9E" w:rsidRPr="00EB7B9E">
        <w:rPr>
          <w:rFonts w:ascii="Garamond" w:hAnsi="Garamond" w:cs="Gautami"/>
          <w:b/>
        </w:rPr>
        <w:t>Sharad@anantha.co.in</w:t>
      </w:r>
    </w:p>
    <w:p w14:paraId="43494E91" w14:textId="5F11F2DF" w:rsidR="00316475" w:rsidRPr="0048444F" w:rsidRDefault="00E87DC1" w:rsidP="00316475">
      <w:pPr>
        <w:tabs>
          <w:tab w:val="left" w:pos="1380"/>
        </w:tabs>
        <w:ind w:left="540"/>
        <w:rPr>
          <w:rFonts w:ascii="Garamond" w:hAnsi="Garamond" w:cs="Gautami"/>
          <w:b/>
        </w:rPr>
      </w:pPr>
      <w:r w:rsidRPr="0048444F">
        <w:rPr>
          <w:rFonts w:ascii="Garamond" w:hAnsi="Garamond" w:cs="Gautami"/>
          <w:b/>
          <w:color w:val="0000FF"/>
        </w:rPr>
        <w:t xml:space="preserve">                                                      </w:t>
      </w:r>
      <w:r>
        <w:rPr>
          <w:rFonts w:ascii="Garamond" w:hAnsi="Garamond" w:cs="Gautami"/>
          <w:b/>
          <w:color w:val="0000FF"/>
        </w:rPr>
        <w:t xml:space="preserve">         </w:t>
      </w:r>
      <w:r w:rsidRPr="0048444F">
        <w:rPr>
          <w:rFonts w:ascii="Garamond" w:hAnsi="Garamond" w:cs="Gautami"/>
          <w:b/>
        </w:rPr>
        <w:t xml:space="preserve">Contact No: </w:t>
      </w:r>
      <w:r w:rsidRPr="0048444F">
        <w:rPr>
          <w:rFonts w:ascii="Garamond" w:hAnsi="Garamond" w:cs="Gautami"/>
          <w:color w:val="0000FF"/>
        </w:rPr>
        <w:t xml:space="preserve">+91- </w:t>
      </w:r>
      <w:r w:rsidR="00EB7B9E">
        <w:rPr>
          <w:rFonts w:ascii="Garamond" w:hAnsi="Garamond" w:cs="Gautami"/>
          <w:color w:val="0000FF"/>
        </w:rPr>
        <w:t>9673546454</w:t>
      </w:r>
    </w:p>
    <w:p w14:paraId="6E57F2D4" w14:textId="77777777" w:rsidR="00316475" w:rsidRPr="0048444F" w:rsidRDefault="00316475" w:rsidP="00316475">
      <w:pPr>
        <w:tabs>
          <w:tab w:val="left" w:pos="1380"/>
        </w:tabs>
        <w:ind w:left="540"/>
        <w:rPr>
          <w:rFonts w:ascii="Garamond" w:hAnsi="Garamond" w:cs="Gautami"/>
          <w:b/>
        </w:rPr>
      </w:pPr>
    </w:p>
    <w:p w14:paraId="3F0BAD45" w14:textId="471664E9" w:rsidR="00316475" w:rsidRPr="0048444F" w:rsidRDefault="00E87DC1" w:rsidP="00316475">
      <w:pPr>
        <w:tabs>
          <w:tab w:val="left" w:pos="1380"/>
        </w:tabs>
        <w:rPr>
          <w:rFonts w:ascii="Garamond" w:hAnsi="Garamond" w:cs="Gautami"/>
          <w:b/>
        </w:rPr>
      </w:pPr>
      <w:r>
        <w:rPr>
          <w:rFonts w:ascii="Garamond" w:hAnsi="Garamond" w:cs="Gautami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908F03" wp14:editId="211BEB16">
                <wp:simplePos x="0" y="0"/>
                <wp:positionH relativeFrom="column">
                  <wp:posOffset>0</wp:posOffset>
                </wp:positionH>
                <wp:positionV relativeFrom="paragraph">
                  <wp:posOffset>42545</wp:posOffset>
                </wp:positionV>
                <wp:extent cx="6515100" cy="0"/>
                <wp:effectExtent l="28575" t="33655" r="28575" b="330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22F99157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35pt" to="513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" strokeweight="4.5pt">
                <v:stroke linestyle="thinThick"/>
              </v:line>
            </w:pict>
          </mc:Fallback>
        </mc:AlternateContent>
      </w:r>
    </w:p>
    <w:p w14:paraId="3E030C74" w14:textId="77777777" w:rsidR="00316475" w:rsidRPr="0048444F" w:rsidRDefault="00E87DC1" w:rsidP="00316475">
      <w:pPr>
        <w:shd w:val="clear" w:color="auto" w:fill="999999"/>
        <w:tabs>
          <w:tab w:val="left" w:pos="1380"/>
        </w:tabs>
        <w:rPr>
          <w:rFonts w:ascii="Garamond" w:hAnsi="Garamond" w:cs="Gautami"/>
          <w:b/>
          <w:color w:val="000000"/>
        </w:rPr>
      </w:pPr>
      <w:r w:rsidRPr="0048444F">
        <w:rPr>
          <w:rFonts w:ascii="Garamond" w:hAnsi="Garamond" w:cs="Gautami"/>
          <w:b/>
          <w:color w:val="000000"/>
        </w:rPr>
        <w:t>Professional Experience</w:t>
      </w:r>
      <w:r w:rsidRPr="0048444F">
        <w:rPr>
          <w:rFonts w:ascii="Garamond" w:hAnsi="Garamond" w:cs="Gautami"/>
        </w:rPr>
        <w:t xml:space="preserve">                                                                                             </w:t>
      </w:r>
    </w:p>
    <w:p w14:paraId="1601968F" w14:textId="77777777" w:rsidR="00316475" w:rsidRPr="0048444F" w:rsidRDefault="00316475" w:rsidP="00316475">
      <w:pPr>
        <w:ind w:left="360"/>
        <w:rPr>
          <w:rFonts w:ascii="Garamond" w:hAnsi="Garamond" w:cs="Gautami"/>
        </w:rPr>
      </w:pPr>
    </w:p>
    <w:p w14:paraId="496D1039" w14:textId="70B391E4" w:rsidR="0083736B" w:rsidRDefault="00E87DC1" w:rsidP="00BE207A">
      <w:pPr>
        <w:numPr>
          <w:ilvl w:val="0"/>
          <w:numId w:val="28"/>
        </w:numPr>
        <w:spacing w:line="360" w:lineRule="auto"/>
        <w:jc w:val="both"/>
        <w:rPr>
          <w:rFonts w:ascii="Garamond" w:hAnsi="Garamond" w:cs="Gautami"/>
        </w:rPr>
      </w:pPr>
      <w:bookmarkStart w:id="2" w:name="_Hlk118385096"/>
      <w:r w:rsidRPr="0048444F">
        <w:rPr>
          <w:rFonts w:ascii="Garamond" w:hAnsi="Garamond" w:cs="Gautami"/>
        </w:rPr>
        <w:t xml:space="preserve"> </w:t>
      </w:r>
    </w:p>
    <w:p w14:paraId="781435BE" w14:textId="77777777" w:rsidR="0083736B" w:rsidRDefault="0083736B" w:rsidP="0083736B">
      <w:pPr>
        <w:shd w:val="clear" w:color="auto" w:fill="FFFFFF"/>
        <w:spacing w:line="360" w:lineRule="auto"/>
        <w:jc w:val="both"/>
        <w:rPr>
          <w:rFonts w:ascii="Garamond" w:hAnsi="Garamond" w:cs="Gautami"/>
        </w:rPr>
      </w:pPr>
    </w:p>
    <w:p w14:paraId="3A5EAE76" w14:textId="77777777" w:rsidR="0083736B" w:rsidRDefault="0083736B" w:rsidP="0083736B">
      <w:pPr>
        <w:shd w:val="clear" w:color="auto" w:fill="FFFFFF"/>
        <w:spacing w:line="360" w:lineRule="auto"/>
        <w:jc w:val="both"/>
        <w:rPr>
          <w:rFonts w:ascii="Garamond" w:hAnsi="Garamond" w:cs="Gautami"/>
        </w:rPr>
      </w:pPr>
    </w:p>
    <w:p w14:paraId="5D57C932" w14:textId="77777777" w:rsidR="0083736B" w:rsidRPr="00926B31" w:rsidRDefault="0083736B" w:rsidP="0083736B">
      <w:pPr>
        <w:shd w:val="clear" w:color="auto" w:fill="FFFFFF"/>
        <w:spacing w:line="360" w:lineRule="auto"/>
        <w:jc w:val="both"/>
        <w:rPr>
          <w:rFonts w:ascii="Garamond" w:hAnsi="Garamond" w:cs="Gautami"/>
        </w:rPr>
      </w:pPr>
    </w:p>
    <w:bookmarkEnd w:id="2"/>
    <w:p w14:paraId="0BCE6553" w14:textId="77777777" w:rsidR="00316475" w:rsidRPr="0048444F" w:rsidRDefault="00316475" w:rsidP="00316475">
      <w:pPr>
        <w:shd w:val="clear" w:color="auto" w:fill="999999"/>
        <w:tabs>
          <w:tab w:val="left" w:pos="1380"/>
        </w:tabs>
        <w:rPr>
          <w:rFonts w:ascii="Garamond" w:hAnsi="Garamond" w:cs="Gautami"/>
          <w:b/>
          <w:color w:val="000000"/>
        </w:rPr>
      </w:pPr>
    </w:p>
    <w:p w14:paraId="0811D2AF" w14:textId="77777777" w:rsidR="00316475" w:rsidRPr="0048444F" w:rsidRDefault="00E87DC1" w:rsidP="00316475">
      <w:pPr>
        <w:shd w:val="clear" w:color="auto" w:fill="999999"/>
        <w:tabs>
          <w:tab w:val="left" w:pos="1380"/>
        </w:tabs>
        <w:rPr>
          <w:rFonts w:ascii="Garamond" w:hAnsi="Garamond" w:cs="Gautami"/>
          <w:b/>
          <w:color w:val="000000"/>
        </w:rPr>
      </w:pPr>
      <w:r w:rsidRPr="0048444F">
        <w:rPr>
          <w:rFonts w:ascii="Garamond" w:hAnsi="Garamond" w:cs="Gautami"/>
          <w:b/>
          <w:color w:val="000000"/>
        </w:rPr>
        <w:t>Employer Details</w:t>
      </w:r>
    </w:p>
    <w:p w14:paraId="33B9CDB2" w14:textId="77777777" w:rsidR="00316475" w:rsidRPr="0048444F" w:rsidRDefault="00E87DC1" w:rsidP="00316475">
      <w:pPr>
        <w:shd w:val="clear" w:color="auto" w:fill="999999"/>
        <w:tabs>
          <w:tab w:val="left" w:pos="1380"/>
        </w:tabs>
        <w:rPr>
          <w:rFonts w:ascii="Garamond" w:hAnsi="Garamond" w:cs="Gautami"/>
          <w:b/>
          <w:color w:val="000000"/>
        </w:rPr>
      </w:pPr>
      <w:r w:rsidRPr="0048444F">
        <w:rPr>
          <w:rFonts w:ascii="Garamond" w:hAnsi="Garamond" w:cs="Gautami"/>
          <w:b/>
          <w:color w:val="000000"/>
        </w:rPr>
        <w:t>Education Details</w:t>
      </w:r>
    </w:p>
    <w:p w14:paraId="0819A4D3" w14:textId="77777777" w:rsidR="00A87913" w:rsidRDefault="00A87913" w:rsidP="00316475">
      <w:pPr>
        <w:shd w:val="clear" w:color="auto" w:fill="999999"/>
        <w:tabs>
          <w:tab w:val="left" w:pos="1380"/>
        </w:tabs>
        <w:rPr>
          <w:rFonts w:ascii="Garamond" w:hAnsi="Garamond" w:cs="Gautami"/>
          <w:b/>
        </w:rPr>
      </w:pPr>
    </w:p>
    <w:p w14:paraId="04855E19" w14:textId="0B77A5A0" w:rsidR="00316475" w:rsidRPr="0048444F" w:rsidRDefault="00E87DC1" w:rsidP="00316475">
      <w:pPr>
        <w:shd w:val="clear" w:color="auto" w:fill="999999"/>
        <w:tabs>
          <w:tab w:val="left" w:pos="1380"/>
        </w:tabs>
        <w:rPr>
          <w:rFonts w:ascii="Garamond" w:hAnsi="Garamond" w:cs="Gautami"/>
          <w:b/>
          <w:color w:val="000000"/>
        </w:rPr>
      </w:pPr>
      <w:r w:rsidRPr="0048444F">
        <w:rPr>
          <w:rFonts w:ascii="Garamond" w:hAnsi="Garamond" w:cs="Gautami"/>
          <w:b/>
          <w:color w:val="000000"/>
        </w:rPr>
        <w:t>Technical Skills</w:t>
      </w:r>
    </w:p>
    <w:p w14:paraId="0B778D8C" w14:textId="77777777" w:rsidR="00316475" w:rsidRPr="0048444F" w:rsidRDefault="00316475" w:rsidP="00316475">
      <w:pPr>
        <w:ind w:left="360"/>
        <w:rPr>
          <w:rFonts w:ascii="Garamond" w:hAnsi="Garamond" w:cs="Gautami"/>
        </w:rPr>
      </w:pPr>
    </w:p>
    <w:p w14:paraId="4BB35343" w14:textId="77777777" w:rsidR="00316475" w:rsidRPr="0048444F" w:rsidRDefault="00316475" w:rsidP="00316475">
      <w:pPr>
        <w:spacing w:line="360" w:lineRule="auto"/>
        <w:rPr>
          <w:rFonts w:ascii="Garamond" w:hAnsi="Garamond" w:cs="Gautami"/>
        </w:rPr>
      </w:pPr>
    </w:p>
    <w:p w14:paraId="398E12AC" w14:textId="77777777" w:rsidR="00316475" w:rsidRPr="0048444F" w:rsidRDefault="00E87DC1" w:rsidP="00316475">
      <w:pPr>
        <w:shd w:val="clear" w:color="auto" w:fill="999999"/>
        <w:tabs>
          <w:tab w:val="left" w:pos="1380"/>
        </w:tabs>
        <w:rPr>
          <w:rFonts w:ascii="Garamond" w:hAnsi="Garamond" w:cs="Gautami"/>
          <w:b/>
          <w:color w:val="000000"/>
        </w:rPr>
      </w:pPr>
      <w:r w:rsidRPr="0048444F">
        <w:rPr>
          <w:rFonts w:ascii="Garamond" w:hAnsi="Garamond" w:cs="Gautami"/>
          <w:b/>
          <w:color w:val="000000"/>
        </w:rPr>
        <w:t>Projects</w:t>
      </w:r>
    </w:p>
    <w:p w14:paraId="1A6F2874" w14:textId="77777777" w:rsidR="00316475" w:rsidRPr="0048444F" w:rsidRDefault="00316475" w:rsidP="00316475">
      <w:pPr>
        <w:pStyle w:val="WW-BodyText2"/>
        <w:spacing w:line="216" w:lineRule="auto"/>
        <w:ind w:left="360"/>
        <w:rPr>
          <w:rFonts w:ascii="Garamond" w:hAnsi="Garamond"/>
          <w:szCs w:val="24"/>
        </w:rPr>
      </w:pPr>
    </w:p>
    <w:p w14:paraId="356FA70F" w14:textId="77777777" w:rsidR="00D415A2" w:rsidRPr="0048444F" w:rsidRDefault="00E87DC1" w:rsidP="00D415A2">
      <w:pPr>
        <w:tabs>
          <w:tab w:val="left" w:pos="8220"/>
        </w:tabs>
        <w:jc w:val="both"/>
        <w:rPr>
          <w:rFonts w:ascii="Garamond" w:hAnsi="Garamond"/>
          <w:b/>
          <w:color w:val="7030A0"/>
          <w:u w:val="single"/>
        </w:rPr>
      </w:pPr>
      <w:r w:rsidRPr="0048444F">
        <w:rPr>
          <w:rFonts w:ascii="Garamond" w:hAnsi="Garamond"/>
          <w:b/>
          <w:color w:val="7030A0"/>
          <w:u w:val="single"/>
        </w:rPr>
        <w:t>Project #1:</w:t>
      </w:r>
    </w:p>
    <w:p w14:paraId="1768B7C7" w14:textId="77777777" w:rsidR="00D415A2" w:rsidRPr="0048444F" w:rsidRDefault="00D415A2" w:rsidP="00D415A2">
      <w:pPr>
        <w:tabs>
          <w:tab w:val="left" w:pos="8220"/>
        </w:tabs>
        <w:jc w:val="both"/>
        <w:rPr>
          <w:rFonts w:ascii="Garamond" w:hAnsi="Garamond"/>
        </w:rPr>
      </w:pPr>
    </w:p>
    <w:p w14:paraId="275F1227" w14:textId="77777777" w:rsidR="00D415A2" w:rsidRPr="0048444F" w:rsidRDefault="00E87DC1" w:rsidP="00D415A2">
      <w:pPr>
        <w:rPr>
          <w:rFonts w:ascii="Garamond" w:hAnsi="Garamond"/>
          <w:b/>
          <w:bCs/>
          <w:lang w:val="en-IN"/>
        </w:rPr>
      </w:pPr>
      <w:r w:rsidRPr="0048444F">
        <w:rPr>
          <w:rFonts w:ascii="Garamond" w:hAnsi="Garamond"/>
          <w:b/>
          <w:bCs/>
        </w:rPr>
        <w:t>Project Title</w:t>
      </w:r>
      <w:r w:rsidRPr="0048444F">
        <w:rPr>
          <w:rFonts w:ascii="Garamond" w:hAnsi="Garamond"/>
          <w:b/>
          <w:bCs/>
        </w:rPr>
        <w:tab/>
        <w:t xml:space="preserve">   </w:t>
      </w:r>
      <w:proofErr w:type="gramStart"/>
      <w:r w:rsidRPr="0048444F">
        <w:rPr>
          <w:rFonts w:ascii="Garamond" w:hAnsi="Garamond"/>
          <w:b/>
          <w:bCs/>
        </w:rPr>
        <w:t xml:space="preserve">  :</w:t>
      </w:r>
      <w:proofErr w:type="gramEnd"/>
      <w:r w:rsidRPr="0048444F">
        <w:rPr>
          <w:rFonts w:ascii="Garamond" w:hAnsi="Garamond"/>
          <w:b/>
          <w:bCs/>
        </w:rPr>
        <w:t xml:space="preserve">  </w:t>
      </w:r>
      <w:r w:rsidRPr="00D415A2">
        <w:rPr>
          <w:rFonts w:ascii="Arial" w:hAnsi="Arial" w:cs="Arial"/>
          <w:b/>
          <w:bCs/>
          <w:color w:val="222222"/>
          <w:shd w:val="clear" w:color="auto" w:fill="FFFFFF"/>
        </w:rPr>
        <w:t>GGW(Global Gate Way)</w:t>
      </w:r>
    </w:p>
    <w:p w14:paraId="0548393D" w14:textId="77777777" w:rsidR="00D415A2" w:rsidRPr="0048444F" w:rsidRDefault="00E87DC1" w:rsidP="00D415A2">
      <w:pPr>
        <w:rPr>
          <w:rFonts w:ascii="Garamond" w:hAnsi="Garamond"/>
          <w:b/>
          <w:bCs/>
        </w:rPr>
      </w:pPr>
      <w:r w:rsidRPr="0048444F">
        <w:rPr>
          <w:rFonts w:ascii="Garamond" w:hAnsi="Garamond"/>
          <w:b/>
          <w:bCs/>
          <w:lang w:val="en-IN"/>
        </w:rPr>
        <w:t xml:space="preserve">Client                 </w:t>
      </w:r>
      <w:proofErr w:type="gramStart"/>
      <w:r w:rsidRPr="0048444F">
        <w:rPr>
          <w:rFonts w:ascii="Garamond" w:hAnsi="Garamond"/>
          <w:b/>
          <w:bCs/>
          <w:lang w:val="en-IN"/>
        </w:rPr>
        <w:t xml:space="preserve">  :</w:t>
      </w:r>
      <w:proofErr w:type="gramEnd"/>
      <w:r w:rsidRPr="0048444F">
        <w:rPr>
          <w:rFonts w:ascii="Garamond" w:hAnsi="Garamond"/>
          <w:b/>
          <w:bCs/>
          <w:lang w:val="en-IN"/>
        </w:rPr>
        <w:t xml:space="preserve">  </w:t>
      </w:r>
      <w:r>
        <w:rPr>
          <w:rFonts w:ascii="Garamond" w:hAnsi="Garamond"/>
          <w:lang w:val="en-IN"/>
        </w:rPr>
        <w:t>Pearson India</w:t>
      </w:r>
    </w:p>
    <w:p w14:paraId="69AA8D32" w14:textId="39F5F247" w:rsidR="00D415A2" w:rsidRDefault="00E87DC1" w:rsidP="00316475">
      <w:pPr>
        <w:tabs>
          <w:tab w:val="left" w:pos="8220"/>
        </w:tabs>
        <w:jc w:val="both"/>
        <w:rPr>
          <w:rFonts w:ascii="Garamond" w:hAnsi="Garamond" w:cs="Arial"/>
          <w:color w:val="222222"/>
          <w:shd w:val="clear" w:color="auto" w:fill="FFFFFF"/>
        </w:rPr>
      </w:pPr>
      <w:r w:rsidRPr="00D415A2">
        <w:rPr>
          <w:rFonts w:ascii="Garamond" w:hAnsi="Garamond" w:cs="Arial"/>
          <w:color w:val="222222"/>
          <w:shd w:val="clear" w:color="auto" w:fill="FFFFFF"/>
        </w:rPr>
        <w:t>.</w:t>
      </w:r>
    </w:p>
    <w:p w14:paraId="4EF79B91" w14:textId="77777777" w:rsidR="0083736B" w:rsidRDefault="0083736B" w:rsidP="00316475">
      <w:pPr>
        <w:tabs>
          <w:tab w:val="left" w:pos="8220"/>
        </w:tabs>
        <w:jc w:val="both"/>
        <w:rPr>
          <w:rFonts w:ascii="Garamond" w:hAnsi="Garamond" w:cs="Arial"/>
          <w:color w:val="222222"/>
          <w:shd w:val="clear" w:color="auto" w:fill="FFFFFF"/>
        </w:rPr>
      </w:pPr>
    </w:p>
    <w:p w14:paraId="0C17F2CE" w14:textId="77777777" w:rsidR="00D415A2" w:rsidRDefault="00D415A2" w:rsidP="00316475">
      <w:pPr>
        <w:tabs>
          <w:tab w:val="left" w:pos="8220"/>
        </w:tabs>
        <w:jc w:val="both"/>
        <w:rPr>
          <w:rFonts w:ascii="Garamond" w:hAnsi="Garamond" w:cs="Arial"/>
          <w:color w:val="222222"/>
          <w:shd w:val="clear" w:color="auto" w:fill="FFFFFF"/>
        </w:rPr>
      </w:pPr>
    </w:p>
    <w:p w14:paraId="4B289C96" w14:textId="77777777" w:rsidR="006B52DA" w:rsidRDefault="006B52DA" w:rsidP="00316475">
      <w:pPr>
        <w:tabs>
          <w:tab w:val="left" w:pos="8220"/>
        </w:tabs>
        <w:jc w:val="both"/>
        <w:rPr>
          <w:rFonts w:ascii="Garamond" w:hAnsi="Garamond"/>
          <w:b/>
          <w:color w:val="7030A0"/>
          <w:u w:val="single"/>
        </w:rPr>
      </w:pPr>
    </w:p>
    <w:p w14:paraId="700C0A25" w14:textId="77777777" w:rsidR="006B52DA" w:rsidRDefault="006B52DA" w:rsidP="00316475">
      <w:pPr>
        <w:tabs>
          <w:tab w:val="left" w:pos="8220"/>
        </w:tabs>
        <w:jc w:val="both"/>
        <w:rPr>
          <w:rFonts w:ascii="Garamond" w:hAnsi="Garamond"/>
          <w:b/>
          <w:color w:val="7030A0"/>
          <w:u w:val="single"/>
        </w:rPr>
      </w:pPr>
    </w:p>
    <w:p w14:paraId="18EE1D9D" w14:textId="77777777" w:rsidR="00316475" w:rsidRPr="0048444F" w:rsidRDefault="00E87DC1" w:rsidP="00316475">
      <w:pPr>
        <w:tabs>
          <w:tab w:val="left" w:pos="8220"/>
        </w:tabs>
        <w:jc w:val="both"/>
        <w:rPr>
          <w:rFonts w:ascii="Garamond" w:hAnsi="Garamond"/>
          <w:b/>
          <w:color w:val="7030A0"/>
          <w:u w:val="single"/>
        </w:rPr>
      </w:pPr>
      <w:r w:rsidRPr="0048444F">
        <w:rPr>
          <w:rFonts w:ascii="Garamond" w:hAnsi="Garamond"/>
          <w:b/>
          <w:color w:val="7030A0"/>
          <w:u w:val="single"/>
        </w:rPr>
        <w:t>Project #</w:t>
      </w:r>
      <w:r w:rsidR="006B52DA">
        <w:rPr>
          <w:rFonts w:ascii="Garamond" w:hAnsi="Garamond"/>
          <w:b/>
          <w:color w:val="7030A0"/>
          <w:u w:val="single"/>
        </w:rPr>
        <w:t>2</w:t>
      </w:r>
      <w:r w:rsidRPr="0048444F">
        <w:rPr>
          <w:rFonts w:ascii="Garamond" w:hAnsi="Garamond"/>
          <w:b/>
          <w:color w:val="7030A0"/>
          <w:u w:val="single"/>
        </w:rPr>
        <w:t>:</w:t>
      </w:r>
    </w:p>
    <w:p w14:paraId="01F2C05E" w14:textId="77777777" w:rsidR="00316475" w:rsidRPr="0048444F" w:rsidRDefault="00316475" w:rsidP="00316475">
      <w:pPr>
        <w:tabs>
          <w:tab w:val="left" w:pos="8220"/>
        </w:tabs>
        <w:jc w:val="both"/>
        <w:rPr>
          <w:rFonts w:ascii="Garamond" w:hAnsi="Garamond"/>
        </w:rPr>
      </w:pPr>
    </w:p>
    <w:p w14:paraId="2D4B29D1" w14:textId="77777777" w:rsidR="00A87913" w:rsidRDefault="00E87DC1" w:rsidP="00A87913">
      <w:pPr>
        <w:spacing w:before="100" w:beforeAutospacing="1" w:after="100" w:afterAutospacing="1"/>
        <w:rPr>
          <w:rFonts w:ascii="Garamond" w:hAnsi="Garamond" w:cs="Arial"/>
          <w:b/>
          <w:bCs/>
        </w:rPr>
      </w:pPr>
      <w:r w:rsidRPr="0048444F">
        <w:rPr>
          <w:rFonts w:ascii="Garamond" w:hAnsi="Garamond"/>
        </w:rPr>
        <w:t xml:space="preserve">    </w:t>
      </w:r>
    </w:p>
    <w:p w14:paraId="2C1C89AC" w14:textId="77777777" w:rsidR="00A87913" w:rsidRDefault="00A87913" w:rsidP="00316475">
      <w:pPr>
        <w:tabs>
          <w:tab w:val="left" w:pos="8220"/>
        </w:tabs>
        <w:jc w:val="both"/>
        <w:rPr>
          <w:rFonts w:ascii="Garamond" w:hAnsi="Garamond" w:cs="Arial"/>
        </w:rPr>
      </w:pPr>
    </w:p>
    <w:p w14:paraId="03DC98FE" w14:textId="5DDA4A33" w:rsidR="00316475" w:rsidRDefault="00316475" w:rsidP="00316475">
      <w:pPr>
        <w:rPr>
          <w:rFonts w:ascii="Garamond" w:hAnsi="Garamond"/>
          <w:b/>
          <w:color w:val="7030A0"/>
          <w:u w:val="single"/>
        </w:rPr>
      </w:pPr>
    </w:p>
    <w:p w14:paraId="1A5D61A5" w14:textId="77777777" w:rsidR="00A87913" w:rsidRPr="0048444F" w:rsidRDefault="00A87913" w:rsidP="00316475">
      <w:pPr>
        <w:rPr>
          <w:rFonts w:ascii="Garamond" w:hAnsi="Garamond"/>
        </w:rPr>
      </w:pPr>
    </w:p>
    <w:p w14:paraId="40E5EC8A" w14:textId="77777777" w:rsidR="00316475" w:rsidRPr="0048444F" w:rsidRDefault="00E87DC1" w:rsidP="00316475">
      <w:pPr>
        <w:pStyle w:val="NormalWeb"/>
        <w:rPr>
          <w:rFonts w:ascii="Garamond" w:hAnsi="Garamond"/>
        </w:rPr>
      </w:pPr>
      <w:r w:rsidRPr="0048444F">
        <w:rPr>
          <w:rFonts w:ascii="Garamond" w:hAnsi="Garamond"/>
          <w:b/>
          <w:u w:val="single"/>
        </w:rPr>
        <w:t>Description:</w:t>
      </w:r>
    </w:p>
    <w:bookmarkEnd w:id="0"/>
    <w:p w14:paraId="17CD9775" w14:textId="3C7D25D6" w:rsidR="00316475" w:rsidRPr="00056DCC" w:rsidRDefault="00E87DC1" w:rsidP="00056DCC">
      <w:pPr>
        <w:numPr>
          <w:ilvl w:val="0"/>
          <w:numId w:val="36"/>
        </w:numPr>
        <w:rPr>
          <w:rFonts w:ascii="Garamond" w:hAnsi="Garamond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BCB0628" wp14:editId="77DFDAF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16475" w:rsidRPr="00056DCC">
      <w:pgSz w:w="12240" w:h="15840" w:code="1"/>
      <w:pgMar w:top="1152" w:right="1800" w:bottom="1152" w:left="1800" w:header="720" w:footer="86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14581_"/>
      </v:shape>
    </w:pict>
  </w:numPicBullet>
  <w:abstractNum w:abstractNumId="0" w15:restartNumberingAfterBreak="0">
    <w:nsid w:val="00000010"/>
    <w:multiLevelType w:val="hybridMultilevel"/>
    <w:tmpl w:val="0750E334"/>
    <w:lvl w:ilvl="0" w:tplc="E78A18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6A87188">
      <w:start w:val="1"/>
      <w:numFmt w:val="bullet"/>
      <w:lvlRestart w:val="0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9ECCCDA">
      <w:start w:val="1"/>
      <w:numFmt w:val="bullet"/>
      <w:lvlRestart w:val="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BE24352">
      <w:start w:val="1"/>
      <w:numFmt w:val="bullet"/>
      <w:lvlRestart w:val="0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B38568E">
      <w:start w:val="1"/>
      <w:numFmt w:val="bullet"/>
      <w:lvlRestart w:val="0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9EE1884">
      <w:start w:val="1"/>
      <w:numFmt w:val="bullet"/>
      <w:lvlRestart w:val="0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788F73E">
      <w:start w:val="1"/>
      <w:numFmt w:val="bullet"/>
      <w:lvlRestart w:val="0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F584A98">
      <w:start w:val="1"/>
      <w:numFmt w:val="bullet"/>
      <w:lvlRestart w:val="0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9224B50">
      <w:start w:val="1"/>
      <w:numFmt w:val="bullet"/>
      <w:lvlRestart w:val="0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E0EB9"/>
    <w:multiLevelType w:val="multilevel"/>
    <w:tmpl w:val="231091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B208E"/>
    <w:multiLevelType w:val="hybridMultilevel"/>
    <w:tmpl w:val="24E4AECC"/>
    <w:lvl w:ilvl="0" w:tplc="0908F3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74FF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D47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9A5A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00E5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7AAF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007C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BC6E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A38E8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13E9D"/>
    <w:multiLevelType w:val="hybridMultilevel"/>
    <w:tmpl w:val="9A2CFA4A"/>
    <w:lvl w:ilvl="0" w:tplc="287C7C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E269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D09F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867B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C08E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CAAF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2453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5AF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6295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D73A9"/>
    <w:multiLevelType w:val="hybridMultilevel"/>
    <w:tmpl w:val="C4E4E34A"/>
    <w:lvl w:ilvl="0" w:tplc="070CB6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049C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6986D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EAD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2A75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6634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70D9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1A59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E83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9950BD"/>
    <w:multiLevelType w:val="hybridMultilevel"/>
    <w:tmpl w:val="4818483E"/>
    <w:lvl w:ilvl="0" w:tplc="F698D1BC">
      <w:start w:val="1"/>
      <w:numFmt w:val="bullet"/>
      <w:pStyle w:val="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7A0F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2A422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2663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D8AB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1CCA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1052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06C4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B08D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02383"/>
    <w:multiLevelType w:val="hybridMultilevel"/>
    <w:tmpl w:val="E2B827A0"/>
    <w:lvl w:ilvl="0" w:tplc="CDC23F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7FA66D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FE06B4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4D0B83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26BA1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D8661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6E0865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B16962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560288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2A031B"/>
    <w:multiLevelType w:val="hybridMultilevel"/>
    <w:tmpl w:val="80D043F2"/>
    <w:lvl w:ilvl="0" w:tplc="9BE88FE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387C3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5EAE0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3886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B262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D0A1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F6B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4D2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B4E5B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03F70"/>
    <w:multiLevelType w:val="hybridMultilevel"/>
    <w:tmpl w:val="FBA8E104"/>
    <w:lvl w:ilvl="0" w:tplc="AA1C63F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5A54A13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46A9A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7343BD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DE3A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870208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8410F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9E1E9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CE4AB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5F3B69"/>
    <w:multiLevelType w:val="multilevel"/>
    <w:tmpl w:val="F22646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434062"/>
    <w:multiLevelType w:val="hybridMultilevel"/>
    <w:tmpl w:val="5A46CC70"/>
    <w:lvl w:ilvl="0" w:tplc="F7340B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04EF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E00E3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A38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1E17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374ED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B49F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A04E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7F040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07E40"/>
    <w:multiLevelType w:val="hybridMultilevel"/>
    <w:tmpl w:val="2D022DDA"/>
    <w:lvl w:ilvl="0" w:tplc="C142B1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C088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BAA2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0CBD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CF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82EBA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DC3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5490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7AB4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B6351B"/>
    <w:multiLevelType w:val="hybridMultilevel"/>
    <w:tmpl w:val="3086E42C"/>
    <w:lvl w:ilvl="0" w:tplc="78748A6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7FCEC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3CFC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DA0E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86C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AE0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9494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7068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A4DE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9694D"/>
    <w:multiLevelType w:val="multilevel"/>
    <w:tmpl w:val="E578D7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"/>
      <w:lvlJc w:val="left"/>
      <w:rPr>
        <w:rFonts w:ascii="Symbol" w:hAnsi="Symbol" w:hint="default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E32C90"/>
    <w:multiLevelType w:val="hybridMultilevel"/>
    <w:tmpl w:val="87CE4DC0"/>
    <w:lvl w:ilvl="0" w:tplc="C942A7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1624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C467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4A1D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6C56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3042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8DE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1453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F3602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45418"/>
    <w:multiLevelType w:val="hybridMultilevel"/>
    <w:tmpl w:val="A29CBA2E"/>
    <w:lvl w:ilvl="0" w:tplc="587C06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74CC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1120A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BC9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5AD9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D25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46E7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4A3F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CA44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E6D63"/>
    <w:multiLevelType w:val="multilevel"/>
    <w:tmpl w:val="981AC6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DA688A"/>
    <w:multiLevelType w:val="hybridMultilevel"/>
    <w:tmpl w:val="ABE60DD4"/>
    <w:lvl w:ilvl="0" w:tplc="3C9EDA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1A9F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A4E1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F4F4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1E24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FD474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BC9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6E4E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F6EB9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1378C"/>
    <w:multiLevelType w:val="hybridMultilevel"/>
    <w:tmpl w:val="10A25F46"/>
    <w:lvl w:ilvl="0" w:tplc="0C5EC40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F8ECFA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446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1A15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B0F7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A41C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F0B4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E4BF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F0D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66B13"/>
    <w:multiLevelType w:val="multilevel"/>
    <w:tmpl w:val="721055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5507D6"/>
    <w:multiLevelType w:val="hybridMultilevel"/>
    <w:tmpl w:val="D270CECE"/>
    <w:lvl w:ilvl="0" w:tplc="EAEC0C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82185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4E1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50B6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10F8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0368E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8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3045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92C9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F10B1"/>
    <w:multiLevelType w:val="hybridMultilevel"/>
    <w:tmpl w:val="F5987C12"/>
    <w:lvl w:ilvl="0" w:tplc="EECC8E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A408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32A5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E60B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122C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9EAD8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B071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3A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A8ED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9A7C72"/>
    <w:multiLevelType w:val="hybridMultilevel"/>
    <w:tmpl w:val="78FA8842"/>
    <w:lvl w:ilvl="0" w:tplc="8D3A59D0">
      <w:start w:val="1"/>
      <w:numFmt w:val="bullet"/>
      <w:pStyle w:val="ProjectTitle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A4AC6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52A3C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0C02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1062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E8AE7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AE25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C615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37E2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3618B"/>
    <w:multiLevelType w:val="hybridMultilevel"/>
    <w:tmpl w:val="B8C84EC8"/>
    <w:lvl w:ilvl="0" w:tplc="3AA655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2A70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385C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BCA2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A0EE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01051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3EDE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BA34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CC31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20BC4"/>
    <w:multiLevelType w:val="hybridMultilevel"/>
    <w:tmpl w:val="2F844C92"/>
    <w:lvl w:ilvl="0" w:tplc="9D6CDD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4888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C5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0853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A0FB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CEDC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B2B9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C869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AE247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1F6AAE"/>
    <w:multiLevelType w:val="hybridMultilevel"/>
    <w:tmpl w:val="0FF6C6DE"/>
    <w:lvl w:ilvl="0" w:tplc="5EB82A2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B85C33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DA8DF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E061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9475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ACB1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AC1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0697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D88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A4A43"/>
    <w:multiLevelType w:val="singleLevel"/>
    <w:tmpl w:val="FB1C0AB0"/>
    <w:lvl w:ilvl="0">
      <w:start w:val="1"/>
      <w:numFmt w:val="bullet"/>
      <w:pStyle w:val="Description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8AC59E7"/>
    <w:multiLevelType w:val="multilevel"/>
    <w:tmpl w:val="93EE81C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AC4238"/>
    <w:multiLevelType w:val="hybridMultilevel"/>
    <w:tmpl w:val="78FA8842"/>
    <w:lvl w:ilvl="0" w:tplc="BB2E5FD0">
      <w:start w:val="1"/>
      <w:numFmt w:val="bullet"/>
      <w:pStyle w:val="Company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6A64C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C0BC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9E98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BC29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EE48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263E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3CB5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A6B1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A1F12"/>
    <w:multiLevelType w:val="hybridMultilevel"/>
    <w:tmpl w:val="F1803F1E"/>
    <w:lvl w:ilvl="0" w:tplc="C1C2C82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2BC2F8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0C7F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9A32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800C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F89D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CAAA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68C8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A2A5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9F4E25"/>
    <w:multiLevelType w:val="hybridMultilevel"/>
    <w:tmpl w:val="DE0AE9C2"/>
    <w:lvl w:ilvl="0" w:tplc="9ECCA0E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EA08D2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164FD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3608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D8D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580AC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80BD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4493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18A7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2CD9"/>
    <w:multiLevelType w:val="hybridMultilevel"/>
    <w:tmpl w:val="F58EE70E"/>
    <w:lvl w:ilvl="0" w:tplc="4C363C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874E7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A88E7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2435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D62F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10E6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728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4AF1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0847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F76F9"/>
    <w:multiLevelType w:val="hybridMultilevel"/>
    <w:tmpl w:val="1696E962"/>
    <w:lvl w:ilvl="0" w:tplc="C592F2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8E22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7675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1AC0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2C13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1D0D9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ACD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888A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2444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8C41C4"/>
    <w:multiLevelType w:val="hybridMultilevel"/>
    <w:tmpl w:val="9F202940"/>
    <w:lvl w:ilvl="0" w:tplc="535EA7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5C8D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B047D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32EF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1E45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3424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F48A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6038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827D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F22CC5"/>
    <w:multiLevelType w:val="hybridMultilevel"/>
    <w:tmpl w:val="7584A72A"/>
    <w:lvl w:ilvl="0" w:tplc="B5446A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32C5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62C6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60EB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A872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66EFA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5893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DC6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1ED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0E54DF"/>
    <w:multiLevelType w:val="hybridMultilevel"/>
    <w:tmpl w:val="5D44675C"/>
    <w:lvl w:ilvl="0" w:tplc="427AC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FCF9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607E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04E4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9042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5A27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120E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36C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0418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66DE4"/>
    <w:multiLevelType w:val="hybridMultilevel"/>
    <w:tmpl w:val="1A407DC2"/>
    <w:lvl w:ilvl="0" w:tplc="02D030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3205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24CB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784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22E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6AA5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AAB8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A609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9AC95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5"/>
  </w:num>
  <w:num w:numId="4">
    <w:abstractNumId w:val="34"/>
  </w:num>
  <w:num w:numId="5">
    <w:abstractNumId w:val="26"/>
  </w:num>
  <w:num w:numId="6">
    <w:abstractNumId w:val="6"/>
  </w:num>
  <w:num w:numId="7">
    <w:abstractNumId w:val="21"/>
  </w:num>
  <w:num w:numId="8">
    <w:abstractNumId w:val="33"/>
  </w:num>
  <w:num w:numId="9">
    <w:abstractNumId w:val="2"/>
  </w:num>
  <w:num w:numId="10">
    <w:abstractNumId w:val="10"/>
  </w:num>
  <w:num w:numId="11">
    <w:abstractNumId w:val="17"/>
  </w:num>
  <w:num w:numId="12">
    <w:abstractNumId w:val="24"/>
  </w:num>
  <w:num w:numId="13">
    <w:abstractNumId w:val="36"/>
  </w:num>
  <w:num w:numId="14">
    <w:abstractNumId w:val="32"/>
  </w:num>
  <w:num w:numId="15">
    <w:abstractNumId w:val="23"/>
  </w:num>
  <w:num w:numId="16">
    <w:abstractNumId w:val="35"/>
  </w:num>
  <w:num w:numId="17">
    <w:abstractNumId w:val="3"/>
  </w:num>
  <w:num w:numId="18">
    <w:abstractNumId w:val="9"/>
  </w:num>
  <w:num w:numId="19">
    <w:abstractNumId w:val="1"/>
  </w:num>
  <w:num w:numId="20">
    <w:abstractNumId w:val="14"/>
  </w:num>
  <w:num w:numId="21">
    <w:abstractNumId w:val="19"/>
  </w:num>
  <w:num w:numId="22">
    <w:abstractNumId w:val="11"/>
  </w:num>
  <w:num w:numId="23">
    <w:abstractNumId w:val="15"/>
  </w:num>
  <w:num w:numId="24">
    <w:abstractNumId w:val="4"/>
  </w:num>
  <w:num w:numId="25">
    <w:abstractNumId w:val="16"/>
  </w:num>
  <w:num w:numId="26">
    <w:abstractNumId w:val="13"/>
  </w:num>
  <w:num w:numId="27">
    <w:abstractNumId w:val="0"/>
  </w:num>
  <w:num w:numId="28">
    <w:abstractNumId w:val="31"/>
  </w:num>
  <w:num w:numId="29">
    <w:abstractNumId w:val="20"/>
  </w:num>
  <w:num w:numId="30">
    <w:abstractNumId w:val="29"/>
  </w:num>
  <w:num w:numId="31">
    <w:abstractNumId w:val="30"/>
  </w:num>
  <w:num w:numId="32">
    <w:abstractNumId w:val="25"/>
  </w:num>
  <w:num w:numId="33">
    <w:abstractNumId w:val="7"/>
  </w:num>
  <w:num w:numId="34">
    <w:abstractNumId w:val="18"/>
  </w:num>
  <w:num w:numId="35">
    <w:abstractNumId w:val="20"/>
  </w:num>
  <w:num w:numId="36">
    <w:abstractNumId w:val="12"/>
  </w:num>
  <w:num w:numId="37">
    <w:abstractNumId w:val="27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9E9"/>
    <w:rsid w:val="000020CD"/>
    <w:rsid w:val="00006662"/>
    <w:rsid w:val="0001107E"/>
    <w:rsid w:val="0001195F"/>
    <w:rsid w:val="000169A4"/>
    <w:rsid w:val="00033ED9"/>
    <w:rsid w:val="00042666"/>
    <w:rsid w:val="0004376A"/>
    <w:rsid w:val="00053DA0"/>
    <w:rsid w:val="00056B11"/>
    <w:rsid w:val="00056CFD"/>
    <w:rsid w:val="00056DCC"/>
    <w:rsid w:val="00086B50"/>
    <w:rsid w:val="00093191"/>
    <w:rsid w:val="000A0BE2"/>
    <w:rsid w:val="000A2302"/>
    <w:rsid w:val="000A57DB"/>
    <w:rsid w:val="000B12BE"/>
    <w:rsid w:val="000B2194"/>
    <w:rsid w:val="000B39D9"/>
    <w:rsid w:val="000D07FB"/>
    <w:rsid w:val="000D0E7B"/>
    <w:rsid w:val="000E0E44"/>
    <w:rsid w:val="000E53B2"/>
    <w:rsid w:val="0012004F"/>
    <w:rsid w:val="00130CBF"/>
    <w:rsid w:val="00155F7B"/>
    <w:rsid w:val="001576A1"/>
    <w:rsid w:val="00160FE6"/>
    <w:rsid w:val="00162408"/>
    <w:rsid w:val="001806A2"/>
    <w:rsid w:val="001810C0"/>
    <w:rsid w:val="00183F1A"/>
    <w:rsid w:val="00185C8C"/>
    <w:rsid w:val="00190E8B"/>
    <w:rsid w:val="00193539"/>
    <w:rsid w:val="001A4B2B"/>
    <w:rsid w:val="001B7F7E"/>
    <w:rsid w:val="001C319E"/>
    <w:rsid w:val="001D0131"/>
    <w:rsid w:val="001D22EF"/>
    <w:rsid w:val="001D2BD2"/>
    <w:rsid w:val="001D53A9"/>
    <w:rsid w:val="001D620D"/>
    <w:rsid w:val="001E2AF0"/>
    <w:rsid w:val="001E5B3D"/>
    <w:rsid w:val="001F54B0"/>
    <w:rsid w:val="002057DB"/>
    <w:rsid w:val="00207C90"/>
    <w:rsid w:val="00217D1E"/>
    <w:rsid w:val="00232B18"/>
    <w:rsid w:val="002347A4"/>
    <w:rsid w:val="00243CA9"/>
    <w:rsid w:val="00244BF4"/>
    <w:rsid w:val="00246A19"/>
    <w:rsid w:val="002552B5"/>
    <w:rsid w:val="00255D62"/>
    <w:rsid w:val="00263592"/>
    <w:rsid w:val="00270151"/>
    <w:rsid w:val="00271341"/>
    <w:rsid w:val="0027176D"/>
    <w:rsid w:val="00276DBF"/>
    <w:rsid w:val="00280CAA"/>
    <w:rsid w:val="00287C30"/>
    <w:rsid w:val="00291DE9"/>
    <w:rsid w:val="00295767"/>
    <w:rsid w:val="00295922"/>
    <w:rsid w:val="00297CDF"/>
    <w:rsid w:val="002A11D8"/>
    <w:rsid w:val="002A537D"/>
    <w:rsid w:val="002D2749"/>
    <w:rsid w:val="002D69A3"/>
    <w:rsid w:val="002D69E9"/>
    <w:rsid w:val="002E305E"/>
    <w:rsid w:val="002E5FD5"/>
    <w:rsid w:val="0030184E"/>
    <w:rsid w:val="00304EE4"/>
    <w:rsid w:val="00312077"/>
    <w:rsid w:val="00312082"/>
    <w:rsid w:val="00312957"/>
    <w:rsid w:val="00313B11"/>
    <w:rsid w:val="00316475"/>
    <w:rsid w:val="003223F1"/>
    <w:rsid w:val="00332307"/>
    <w:rsid w:val="00335804"/>
    <w:rsid w:val="0033740A"/>
    <w:rsid w:val="00342A06"/>
    <w:rsid w:val="00351956"/>
    <w:rsid w:val="00351C6A"/>
    <w:rsid w:val="00352FB6"/>
    <w:rsid w:val="003543CE"/>
    <w:rsid w:val="003617B9"/>
    <w:rsid w:val="00385A71"/>
    <w:rsid w:val="003C34DF"/>
    <w:rsid w:val="003C5ED5"/>
    <w:rsid w:val="003D5CDC"/>
    <w:rsid w:val="003D76F9"/>
    <w:rsid w:val="00431EF5"/>
    <w:rsid w:val="00433128"/>
    <w:rsid w:val="00444FA6"/>
    <w:rsid w:val="00456369"/>
    <w:rsid w:val="00473045"/>
    <w:rsid w:val="00483403"/>
    <w:rsid w:val="0048444F"/>
    <w:rsid w:val="004A5891"/>
    <w:rsid w:val="004B2392"/>
    <w:rsid w:val="004B43D3"/>
    <w:rsid w:val="004C276C"/>
    <w:rsid w:val="004D4716"/>
    <w:rsid w:val="004E2751"/>
    <w:rsid w:val="004E717B"/>
    <w:rsid w:val="004E7BAA"/>
    <w:rsid w:val="004F2B15"/>
    <w:rsid w:val="004F61A3"/>
    <w:rsid w:val="00513C91"/>
    <w:rsid w:val="00522D98"/>
    <w:rsid w:val="005361DF"/>
    <w:rsid w:val="00537CD9"/>
    <w:rsid w:val="00557D7E"/>
    <w:rsid w:val="00563E6F"/>
    <w:rsid w:val="00571718"/>
    <w:rsid w:val="00576E7E"/>
    <w:rsid w:val="0058357E"/>
    <w:rsid w:val="005918F1"/>
    <w:rsid w:val="00596ADA"/>
    <w:rsid w:val="005A08C2"/>
    <w:rsid w:val="005B2571"/>
    <w:rsid w:val="005C33E0"/>
    <w:rsid w:val="005C46E2"/>
    <w:rsid w:val="005C7659"/>
    <w:rsid w:val="005E022D"/>
    <w:rsid w:val="005E0EDC"/>
    <w:rsid w:val="005E1481"/>
    <w:rsid w:val="005E1B7B"/>
    <w:rsid w:val="005E7364"/>
    <w:rsid w:val="005F3EBD"/>
    <w:rsid w:val="00604CEC"/>
    <w:rsid w:val="00612F49"/>
    <w:rsid w:val="00622431"/>
    <w:rsid w:val="00643755"/>
    <w:rsid w:val="00645F95"/>
    <w:rsid w:val="00653507"/>
    <w:rsid w:val="006605B9"/>
    <w:rsid w:val="00667F2A"/>
    <w:rsid w:val="00675D30"/>
    <w:rsid w:val="00684297"/>
    <w:rsid w:val="0068553A"/>
    <w:rsid w:val="00691170"/>
    <w:rsid w:val="00694E9C"/>
    <w:rsid w:val="006A0D05"/>
    <w:rsid w:val="006A21E7"/>
    <w:rsid w:val="006B52DA"/>
    <w:rsid w:val="006B68FB"/>
    <w:rsid w:val="006B6EC8"/>
    <w:rsid w:val="006D4026"/>
    <w:rsid w:val="006E1677"/>
    <w:rsid w:val="006E2103"/>
    <w:rsid w:val="006F5AF3"/>
    <w:rsid w:val="006F6200"/>
    <w:rsid w:val="006F657E"/>
    <w:rsid w:val="00711D5E"/>
    <w:rsid w:val="00712E36"/>
    <w:rsid w:val="007145CB"/>
    <w:rsid w:val="007400E6"/>
    <w:rsid w:val="007476C4"/>
    <w:rsid w:val="00761CC4"/>
    <w:rsid w:val="00763D7A"/>
    <w:rsid w:val="0077311F"/>
    <w:rsid w:val="0077345B"/>
    <w:rsid w:val="00782B0A"/>
    <w:rsid w:val="007A383C"/>
    <w:rsid w:val="007A67FD"/>
    <w:rsid w:val="007B408D"/>
    <w:rsid w:val="007C36B7"/>
    <w:rsid w:val="007C4A8A"/>
    <w:rsid w:val="007C7EBA"/>
    <w:rsid w:val="007D3463"/>
    <w:rsid w:val="007D37C1"/>
    <w:rsid w:val="007D4020"/>
    <w:rsid w:val="007F48DC"/>
    <w:rsid w:val="007F5686"/>
    <w:rsid w:val="008042F0"/>
    <w:rsid w:val="00812D76"/>
    <w:rsid w:val="00820638"/>
    <w:rsid w:val="00821993"/>
    <w:rsid w:val="0083736B"/>
    <w:rsid w:val="0085792D"/>
    <w:rsid w:val="00884E01"/>
    <w:rsid w:val="008968AA"/>
    <w:rsid w:val="008A3BE8"/>
    <w:rsid w:val="008B06F4"/>
    <w:rsid w:val="008C0B74"/>
    <w:rsid w:val="008C4243"/>
    <w:rsid w:val="008C44B0"/>
    <w:rsid w:val="008C6CAE"/>
    <w:rsid w:val="008D5A25"/>
    <w:rsid w:val="008E6E1F"/>
    <w:rsid w:val="008F0266"/>
    <w:rsid w:val="008F1477"/>
    <w:rsid w:val="008F256F"/>
    <w:rsid w:val="008F5E42"/>
    <w:rsid w:val="009032AF"/>
    <w:rsid w:val="00906977"/>
    <w:rsid w:val="009214A6"/>
    <w:rsid w:val="00926B31"/>
    <w:rsid w:val="009349B0"/>
    <w:rsid w:val="009429DD"/>
    <w:rsid w:val="00951629"/>
    <w:rsid w:val="009524CA"/>
    <w:rsid w:val="00960D6E"/>
    <w:rsid w:val="009673B2"/>
    <w:rsid w:val="0096797F"/>
    <w:rsid w:val="0097211C"/>
    <w:rsid w:val="00977D52"/>
    <w:rsid w:val="009874E0"/>
    <w:rsid w:val="009947D7"/>
    <w:rsid w:val="009A63E3"/>
    <w:rsid w:val="009B1B8E"/>
    <w:rsid w:val="009B5340"/>
    <w:rsid w:val="009C692A"/>
    <w:rsid w:val="009D3906"/>
    <w:rsid w:val="009D5D73"/>
    <w:rsid w:val="009E011F"/>
    <w:rsid w:val="009F649E"/>
    <w:rsid w:val="00A05C4A"/>
    <w:rsid w:val="00A2109A"/>
    <w:rsid w:val="00A25BD7"/>
    <w:rsid w:val="00A3073B"/>
    <w:rsid w:val="00A4791B"/>
    <w:rsid w:val="00A672FE"/>
    <w:rsid w:val="00A67DDD"/>
    <w:rsid w:val="00A73177"/>
    <w:rsid w:val="00A7530B"/>
    <w:rsid w:val="00A836D0"/>
    <w:rsid w:val="00A87913"/>
    <w:rsid w:val="00A929DE"/>
    <w:rsid w:val="00A95DD0"/>
    <w:rsid w:val="00AB0C17"/>
    <w:rsid w:val="00AC1464"/>
    <w:rsid w:val="00AC3BC0"/>
    <w:rsid w:val="00AC4847"/>
    <w:rsid w:val="00AC4A49"/>
    <w:rsid w:val="00AD0AC3"/>
    <w:rsid w:val="00AD25CD"/>
    <w:rsid w:val="00B01B5E"/>
    <w:rsid w:val="00B05857"/>
    <w:rsid w:val="00B203EC"/>
    <w:rsid w:val="00B37336"/>
    <w:rsid w:val="00B37559"/>
    <w:rsid w:val="00B534CE"/>
    <w:rsid w:val="00B5570E"/>
    <w:rsid w:val="00B65E57"/>
    <w:rsid w:val="00B70FB5"/>
    <w:rsid w:val="00B71C01"/>
    <w:rsid w:val="00B83D3A"/>
    <w:rsid w:val="00B86F99"/>
    <w:rsid w:val="00BA165C"/>
    <w:rsid w:val="00BB00FD"/>
    <w:rsid w:val="00BB0DB3"/>
    <w:rsid w:val="00BB3949"/>
    <w:rsid w:val="00BB5C20"/>
    <w:rsid w:val="00BC1774"/>
    <w:rsid w:val="00BE08FD"/>
    <w:rsid w:val="00BE207A"/>
    <w:rsid w:val="00BE3759"/>
    <w:rsid w:val="00BF0818"/>
    <w:rsid w:val="00BF4DC2"/>
    <w:rsid w:val="00C25AD1"/>
    <w:rsid w:val="00C26D35"/>
    <w:rsid w:val="00C30178"/>
    <w:rsid w:val="00C30673"/>
    <w:rsid w:val="00C31899"/>
    <w:rsid w:val="00C329D2"/>
    <w:rsid w:val="00C37036"/>
    <w:rsid w:val="00C62DFA"/>
    <w:rsid w:val="00C712F0"/>
    <w:rsid w:val="00C83D97"/>
    <w:rsid w:val="00C83F04"/>
    <w:rsid w:val="00C869EC"/>
    <w:rsid w:val="00C94B12"/>
    <w:rsid w:val="00CA0687"/>
    <w:rsid w:val="00CA2C93"/>
    <w:rsid w:val="00CA448D"/>
    <w:rsid w:val="00CC4954"/>
    <w:rsid w:val="00CD2103"/>
    <w:rsid w:val="00CD3676"/>
    <w:rsid w:val="00CE30F8"/>
    <w:rsid w:val="00CE6478"/>
    <w:rsid w:val="00CE7ACA"/>
    <w:rsid w:val="00D06C10"/>
    <w:rsid w:val="00D342F0"/>
    <w:rsid w:val="00D34FEC"/>
    <w:rsid w:val="00D37CA0"/>
    <w:rsid w:val="00D415A2"/>
    <w:rsid w:val="00D41A38"/>
    <w:rsid w:val="00D46C4E"/>
    <w:rsid w:val="00D50CA4"/>
    <w:rsid w:val="00D57740"/>
    <w:rsid w:val="00D57FF2"/>
    <w:rsid w:val="00D6144F"/>
    <w:rsid w:val="00D727B9"/>
    <w:rsid w:val="00D73FDF"/>
    <w:rsid w:val="00DA504E"/>
    <w:rsid w:val="00DB2966"/>
    <w:rsid w:val="00DC6662"/>
    <w:rsid w:val="00DD020B"/>
    <w:rsid w:val="00DD1323"/>
    <w:rsid w:val="00DD5D6E"/>
    <w:rsid w:val="00DD6840"/>
    <w:rsid w:val="00DE60C8"/>
    <w:rsid w:val="00E15463"/>
    <w:rsid w:val="00E17E1E"/>
    <w:rsid w:val="00E25DA2"/>
    <w:rsid w:val="00E371C6"/>
    <w:rsid w:val="00E5139F"/>
    <w:rsid w:val="00E60BC5"/>
    <w:rsid w:val="00E71264"/>
    <w:rsid w:val="00E7156C"/>
    <w:rsid w:val="00E826B5"/>
    <w:rsid w:val="00E87DC1"/>
    <w:rsid w:val="00E9234A"/>
    <w:rsid w:val="00EA7C33"/>
    <w:rsid w:val="00EB0B96"/>
    <w:rsid w:val="00EB7B9E"/>
    <w:rsid w:val="00EC046E"/>
    <w:rsid w:val="00EC1213"/>
    <w:rsid w:val="00EC13D6"/>
    <w:rsid w:val="00ED4362"/>
    <w:rsid w:val="00ED62F0"/>
    <w:rsid w:val="00EE0EEE"/>
    <w:rsid w:val="00EF2C30"/>
    <w:rsid w:val="00F07AC9"/>
    <w:rsid w:val="00F31D9D"/>
    <w:rsid w:val="00F33C9C"/>
    <w:rsid w:val="00F42789"/>
    <w:rsid w:val="00F50D74"/>
    <w:rsid w:val="00F51390"/>
    <w:rsid w:val="00F53F2D"/>
    <w:rsid w:val="00F55F33"/>
    <w:rsid w:val="00F57891"/>
    <w:rsid w:val="00F57A0B"/>
    <w:rsid w:val="00F60F7B"/>
    <w:rsid w:val="00F62AC2"/>
    <w:rsid w:val="00F96A8B"/>
    <w:rsid w:val="00FA149F"/>
    <w:rsid w:val="00FB03E5"/>
    <w:rsid w:val="00FC16C0"/>
    <w:rsid w:val="00FC4672"/>
    <w:rsid w:val="00FD7667"/>
    <w:rsid w:val="00FE03BA"/>
    <w:rsid w:val="00FE1FF2"/>
    <w:rsid w:val="00FE6A56"/>
    <w:rsid w:val="00FF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6DDA54"/>
  <w15:docId w15:val="{C15600F7-62BA-4114-9B04-8C2A341A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ook Antiqua" w:hAnsi="Book Antiqua"/>
      <w:b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Book Antiqua" w:hAnsi="Book Antiqua"/>
      <w:b/>
      <w:bCs/>
      <w:i/>
      <w:iCs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Book Antiqua" w:hAnsi="Book Antiqua"/>
      <w:b/>
      <w:iCs/>
      <w:sz w:val="20"/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Book Antiqua" w:hAnsi="Book Antiqua"/>
      <w:b/>
      <w:bCs/>
      <w:i/>
      <w:iCs/>
      <w:sz w:val="20"/>
      <w:u w:val="singl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Book Antiqua" w:hAnsi="Book Antiqu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rFonts w:ascii="Book Antiqua" w:hAnsi="Book Antiqua"/>
      <w:b/>
      <w:sz w:val="20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Verdana" w:hAnsi="Verdana"/>
      <w:b/>
      <w:bCs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Verdana" w:hAnsi="Verdana" w:cs="Arial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pPr>
      <w:jc w:val="both"/>
    </w:pPr>
    <w:rPr>
      <w:rFonts w:ascii="Book Antiqua" w:hAnsi="Book Antiqua"/>
      <w:sz w:val="20"/>
    </w:rPr>
  </w:style>
  <w:style w:type="paragraph" w:styleId="BodyText3">
    <w:name w:val="Body Text 3"/>
    <w:basedOn w:val="Normal"/>
    <w:rPr>
      <w:rFonts w:ascii="Book Antiqua" w:hAnsi="Book Antiqua"/>
      <w:sz w:val="20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uiPriority w:val="9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Indent">
    <w:name w:val="Indent"/>
    <w:basedOn w:val="Normal"/>
    <w:pPr>
      <w:tabs>
        <w:tab w:val="left" w:pos="360"/>
      </w:tabs>
      <w:autoSpaceDE w:val="0"/>
      <w:autoSpaceDN w:val="0"/>
      <w:ind w:left="360" w:hanging="360"/>
      <w:jc w:val="both"/>
    </w:pPr>
    <w:rPr>
      <w:rFonts w:ascii="CG Times (W1)" w:hAnsi="CG Times (W1)"/>
    </w:rPr>
  </w:style>
  <w:style w:type="paragraph" w:styleId="NormalWeb">
    <w:name w:val="Normal (Web)"/>
    <w:basedOn w:val="Normal"/>
    <w:link w:val="NormalWebChar"/>
    <w:uiPriority w:val="99"/>
    <w:pPr>
      <w:spacing w:before="100" w:beforeAutospacing="1" w:after="100" w:afterAutospacing="1"/>
    </w:pPr>
  </w:style>
  <w:style w:type="paragraph" w:styleId="BodyTextIndent3">
    <w:name w:val="Body Text Indent 3"/>
    <w:basedOn w:val="Normal"/>
    <w:pPr>
      <w:ind w:left="720"/>
    </w:pPr>
    <w:rPr>
      <w:bCs/>
      <w:i/>
      <w:sz w:val="22"/>
      <w:szCs w:val="20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customStyle="1" w:styleId="Achievement">
    <w:name w:val="Achievement"/>
    <w:basedOn w:val="BodyText"/>
    <w:pPr>
      <w:overflowPunct/>
      <w:autoSpaceDE/>
      <w:autoSpaceDN/>
      <w:adjustRightInd/>
      <w:spacing w:after="60" w:line="240" w:lineRule="atLeast"/>
      <w:ind w:left="240" w:hanging="240"/>
      <w:jc w:val="both"/>
      <w:textAlignment w:val="auto"/>
    </w:pPr>
    <w:rPr>
      <w:rFonts w:ascii="Garamond" w:hAnsi="Garamond"/>
    </w:rPr>
  </w:style>
  <w:style w:type="paragraph" w:customStyle="1" w:styleId="Institution">
    <w:name w:val="Institution"/>
    <w:basedOn w:val="Normal"/>
    <w:next w:val="Achievement"/>
    <w:pPr>
      <w:tabs>
        <w:tab w:val="left" w:pos="1440"/>
        <w:tab w:val="right" w:pos="6480"/>
      </w:tabs>
      <w:spacing w:line="220" w:lineRule="atLeast"/>
    </w:pPr>
    <w:rPr>
      <w:rFonts w:ascii="Garamond" w:hAnsi="Garamond"/>
      <w:sz w:val="22"/>
      <w:szCs w:val="20"/>
    </w:rPr>
  </w:style>
  <w:style w:type="paragraph" w:styleId="BodyTextIndent">
    <w:name w:val="Body Text Indent"/>
    <w:basedOn w:val="Normal"/>
    <w:pPr>
      <w:ind w:firstLine="720"/>
    </w:pPr>
    <w:rPr>
      <w:rFonts w:ascii="Arial" w:hAnsi="Arial"/>
      <w:sz w:val="22"/>
    </w:rPr>
  </w:style>
  <w:style w:type="paragraph" w:customStyle="1" w:styleId="Preformatted">
    <w:name w:val="Preformatted"/>
    <w:basedOn w:val="Normal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HeadingBase">
    <w:name w:val="Heading Base"/>
    <w:basedOn w:val="BodyText"/>
    <w:next w:val="BodyText"/>
    <w:pPr>
      <w:keepNext/>
      <w:keepLines/>
      <w:overflowPunct/>
      <w:autoSpaceDE/>
      <w:autoSpaceDN/>
      <w:adjustRightInd/>
      <w:spacing w:before="240" w:after="240" w:line="240" w:lineRule="atLeast"/>
      <w:jc w:val="both"/>
      <w:textAlignment w:val="auto"/>
    </w:pPr>
    <w:rPr>
      <w:rFonts w:ascii="Garamond" w:hAnsi="Garamond"/>
      <w:caps/>
    </w:rPr>
  </w:style>
  <w:style w:type="paragraph" w:styleId="BlockText">
    <w:name w:val="Block Text"/>
    <w:basedOn w:val="Normal"/>
    <w:pPr>
      <w:ind w:left="720" w:right="612"/>
    </w:pPr>
    <w:rPr>
      <w:rFonts w:ascii="Arial" w:hAnsi="Arial"/>
      <w:sz w:val="20"/>
      <w:szCs w:val="20"/>
    </w:rPr>
  </w:style>
  <w:style w:type="paragraph" w:styleId="BodyTextIndent2">
    <w:name w:val="Body Text Indent 2"/>
    <w:basedOn w:val="Normal"/>
    <w:pPr>
      <w:tabs>
        <w:tab w:val="left" w:pos="900"/>
      </w:tabs>
      <w:ind w:hanging="1800"/>
      <w:jc w:val="both"/>
    </w:pPr>
    <w:rPr>
      <w:rFonts w:ascii="Arial" w:hAnsi="Arial"/>
      <w:sz w:val="22"/>
    </w:rPr>
  </w:style>
  <w:style w:type="paragraph" w:customStyle="1" w:styleId="Education">
    <w:name w:val="Education"/>
    <w:basedOn w:val="Normal"/>
    <w:pPr>
      <w:tabs>
        <w:tab w:val="left" w:pos="3600"/>
        <w:tab w:val="left" w:pos="7200"/>
      </w:tabs>
      <w:ind w:left="360"/>
    </w:pPr>
    <w:rPr>
      <w:rFonts w:ascii="Arial" w:hAnsi="Arial"/>
      <w:szCs w:val="20"/>
    </w:rPr>
  </w:style>
  <w:style w:type="paragraph" w:customStyle="1" w:styleId="DescriptionBullets">
    <w:name w:val="Description Bullets"/>
    <w:basedOn w:val="Normal"/>
    <w:pPr>
      <w:numPr>
        <w:numId w:val="5"/>
      </w:numPr>
    </w:pPr>
    <w:rPr>
      <w:rFonts w:ascii="Arial" w:hAnsi="Arial"/>
      <w:szCs w:val="20"/>
    </w:rPr>
  </w:style>
  <w:style w:type="paragraph" w:customStyle="1" w:styleId="ObjectiveBullets">
    <w:name w:val="Objective Bullets"/>
    <w:basedOn w:val="DescriptionBullets"/>
    <w:pPr>
      <w:ind w:left="1080"/>
    </w:pPr>
  </w:style>
  <w:style w:type="paragraph" w:customStyle="1" w:styleId="JobTitle">
    <w:name w:val="Job Title"/>
    <w:next w:val="Normal"/>
    <w:pPr>
      <w:tabs>
        <w:tab w:val="left" w:pos="5760"/>
      </w:tabs>
      <w:spacing w:after="240" w:line="220" w:lineRule="atLeast"/>
      <w:ind w:left="720"/>
    </w:pPr>
    <w:rPr>
      <w:rFonts w:ascii="Arial" w:hAnsi="Arial"/>
      <w:b/>
      <w:i/>
      <w:spacing w:val="-10"/>
      <w:sz w:val="28"/>
    </w:rPr>
  </w:style>
  <w:style w:type="paragraph" w:customStyle="1" w:styleId="Company">
    <w:name w:val="Company"/>
    <w:basedOn w:val="Normal"/>
    <w:pPr>
      <w:numPr>
        <w:numId w:val="1"/>
      </w:numPr>
      <w:ind w:left="1224" w:hanging="864"/>
    </w:pPr>
    <w:rPr>
      <w:rFonts w:ascii="Arial" w:hAnsi="Arial"/>
      <w:b/>
      <w:i/>
      <w:sz w:val="28"/>
      <w:szCs w:val="20"/>
    </w:rPr>
  </w:style>
  <w:style w:type="paragraph" w:customStyle="1" w:styleId="ProjectTitle">
    <w:name w:val="Project Title"/>
    <w:basedOn w:val="Normal"/>
    <w:pPr>
      <w:numPr>
        <w:numId w:val="2"/>
      </w:numPr>
      <w:spacing w:after="240"/>
      <w:ind w:left="720" w:firstLine="0"/>
    </w:pPr>
    <w:rPr>
      <w:rFonts w:ascii="Arial" w:hAnsi="Arial"/>
      <w:b/>
      <w:szCs w:val="20"/>
    </w:rPr>
  </w:style>
  <w:style w:type="paragraph" w:customStyle="1" w:styleId="Style1">
    <w:name w:val="Style1"/>
    <w:basedOn w:val="DescriptionBullets"/>
    <w:pPr>
      <w:numPr>
        <w:numId w:val="3"/>
      </w:numPr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WW-BodyTextIndent2">
    <w:name w:val="WW-Body Text Indent 2"/>
    <w:basedOn w:val="Normal"/>
    <w:pPr>
      <w:suppressAutoHyphens/>
      <w:autoSpaceDE w:val="0"/>
      <w:ind w:left="720" w:firstLine="1"/>
    </w:pPr>
    <w:rPr>
      <w:sz w:val="20"/>
      <w:szCs w:val="20"/>
    </w:rPr>
  </w:style>
  <w:style w:type="character" w:customStyle="1" w:styleId="textblack111">
    <w:name w:val="textblack111"/>
    <w:basedOn w:val="DefaultParagraphFont"/>
  </w:style>
  <w:style w:type="paragraph" w:customStyle="1" w:styleId="WW-BodyText2">
    <w:name w:val="WW-Body Text 2"/>
    <w:basedOn w:val="Normal"/>
    <w:pPr>
      <w:suppressAutoHyphens/>
      <w:jc w:val="both"/>
    </w:pPr>
    <w:rPr>
      <w:sz w:val="20"/>
      <w:szCs w:val="20"/>
    </w:rPr>
  </w:style>
  <w:style w:type="paragraph" w:customStyle="1" w:styleId="WW-BodyTextIndent3">
    <w:name w:val="WW-Body Text Indent 3"/>
    <w:basedOn w:val="Normal"/>
    <w:pPr>
      <w:suppressAutoHyphens/>
      <w:spacing w:line="240" w:lineRule="atLeast"/>
      <w:ind w:left="45" w:firstLine="1"/>
    </w:pPr>
    <w:rPr>
      <w:sz w:val="20"/>
      <w:szCs w:val="20"/>
    </w:rPr>
  </w:style>
  <w:style w:type="character" w:customStyle="1" w:styleId="il">
    <w:name w:val="il"/>
    <w:rsid w:val="00712E36"/>
  </w:style>
  <w:style w:type="paragraph" w:styleId="ListParagraph">
    <w:name w:val="List Paragraph"/>
    <w:basedOn w:val="Normal"/>
    <w:uiPriority w:val="34"/>
    <w:qFormat/>
    <w:rsid w:val="00712E36"/>
    <w:pPr>
      <w:suppressAutoHyphens/>
      <w:overflowPunct w:val="0"/>
      <w:autoSpaceDE w:val="0"/>
      <w:ind w:left="720"/>
      <w:contextualSpacing/>
    </w:pPr>
    <w:rPr>
      <w:rFonts w:ascii="Verdana" w:hAnsi="Verdana"/>
      <w:sz w:val="20"/>
      <w:szCs w:val="20"/>
      <w:lang w:eastAsia="ar-SA"/>
    </w:rPr>
  </w:style>
  <w:style w:type="character" w:styleId="BookTitle">
    <w:name w:val="Book Title"/>
    <w:uiPriority w:val="33"/>
    <w:qFormat/>
    <w:rsid w:val="007F48DC"/>
    <w:rPr>
      <w:b/>
      <w:bCs/>
      <w:smallCaps/>
      <w:spacing w:val="5"/>
    </w:rPr>
  </w:style>
  <w:style w:type="paragraph" w:customStyle="1" w:styleId="Head3">
    <w:name w:val="Head 3"/>
    <w:basedOn w:val="BodyText"/>
    <w:rsid w:val="007F48DC"/>
    <w:pPr>
      <w:overflowPunct/>
      <w:autoSpaceDE/>
      <w:autoSpaceDN/>
      <w:adjustRightInd/>
      <w:spacing w:after="120"/>
      <w:jc w:val="center"/>
      <w:textAlignment w:val="auto"/>
    </w:pPr>
    <w:rPr>
      <w:rFonts w:ascii="Verdana" w:hAnsi="Verdana"/>
      <w:b/>
      <w:bCs/>
      <w:sz w:val="24"/>
      <w:u w:val="single"/>
      <w:lang w:val="en-GB"/>
    </w:rPr>
  </w:style>
  <w:style w:type="character" w:customStyle="1" w:styleId="PlainTextChar">
    <w:name w:val="Plain Text Char"/>
    <w:link w:val="PlainText"/>
    <w:uiPriority w:val="99"/>
    <w:rsid w:val="00F62AC2"/>
    <w:rPr>
      <w:rFonts w:ascii="Courier New" w:hAnsi="Courier New" w:cs="Courier New"/>
    </w:rPr>
  </w:style>
  <w:style w:type="paragraph" w:customStyle="1" w:styleId="Body">
    <w:name w:val="Body"/>
    <w:basedOn w:val="Normal"/>
    <w:rsid w:val="004B2392"/>
    <w:pPr>
      <w:spacing w:line="360" w:lineRule="auto"/>
      <w:ind w:left="360"/>
      <w:jc w:val="both"/>
    </w:pPr>
    <w:rPr>
      <w:rFonts w:ascii="Helvetica" w:hAnsi="Helvetica"/>
      <w:sz w:val="20"/>
      <w:szCs w:val="20"/>
      <w:lang w:val="en-GB"/>
    </w:rPr>
  </w:style>
  <w:style w:type="character" w:customStyle="1" w:styleId="NormalBoldChar">
    <w:name w:val="Normal+Bold Char"/>
    <w:rsid w:val="00385A71"/>
    <w:rPr>
      <w:b/>
      <w:bCs/>
      <w:sz w:val="28"/>
      <w:szCs w:val="28"/>
      <w:lang w:val="en-US" w:eastAsia="en-US"/>
    </w:rPr>
  </w:style>
  <w:style w:type="character" w:customStyle="1" w:styleId="apple-converted-space">
    <w:name w:val="apple-converted-space"/>
    <w:rsid w:val="00D46C4E"/>
  </w:style>
  <w:style w:type="paragraph" w:customStyle="1" w:styleId="11">
    <w:name w:val="11"/>
    <w:basedOn w:val="Normal"/>
    <w:rsid w:val="00316475"/>
    <w:pPr>
      <w:suppressAutoHyphens/>
    </w:pPr>
    <w:rPr>
      <w:sz w:val="20"/>
      <w:szCs w:val="20"/>
      <w:lang w:eastAsia="ar-SA"/>
    </w:rPr>
  </w:style>
  <w:style w:type="character" w:customStyle="1" w:styleId="NormalWebChar">
    <w:name w:val="Normal (Web) Char"/>
    <w:link w:val="NormalWeb"/>
    <w:uiPriority w:val="99"/>
    <w:locked/>
    <w:rsid w:val="00316475"/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763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https://rdxfootmark.naukri.com/v2/track/openCv?trackingInfo=51f631c7019903b2dece9143a18bea0a134f530e18705c4458440321091b5b58110d100b14445d5b0e4356014b4450530401195c1333471b1b111040505f09574b011503504e1c180c571833471b1b0b154151550e4d584b50535a4f162e024b4340010143071944095400551b135b105516155c5c00031c120842501442095b5d5518120a10031753444f4a081e0103030617475e5f0a554f1b0e034e6&amp;docType=docx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Project Resume</Template>
  <TotalTime>133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Ness Resume Template</vt:lpstr>
    </vt:vector>
  </TitlesOfParts>
  <Company>Ness Technologies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Ness Resume Template</dc:title>
  <dc:creator>Sunitha Shetty (Ness)</dc:creator>
  <cp:lastModifiedBy>ACER</cp:lastModifiedBy>
  <cp:revision>6</cp:revision>
  <cp:lastPrinted>2002-11-12T15:18:00Z</cp:lastPrinted>
  <dcterms:created xsi:type="dcterms:W3CDTF">2022-12-19T07:41:00Z</dcterms:created>
  <dcterms:modified xsi:type="dcterms:W3CDTF">2023-01-04T14:11:00Z</dcterms:modified>
</cp:coreProperties>
</file>